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A6" w:rsidRDefault="00A262C4" w:rsidP="00F0533E">
      <w:pPr>
        <w:rPr>
          <w:noProof/>
        </w:rPr>
      </w:pPr>
      <w:r>
        <w:rPr>
          <w:noProof/>
        </w:rPr>
        <w:t xml:space="preserve">Příloha č. </w:t>
      </w:r>
      <w:r w:rsidR="009D2794">
        <w:rPr>
          <w:noProof/>
        </w:rPr>
        <w:t>7 Smlouvy o dílo na vytvoření software</w:t>
      </w:r>
      <w:r w:rsidR="004B5D54">
        <w:rPr>
          <w:noProof/>
        </w:rPr>
        <w:t xml:space="preserve"> </w:t>
      </w:r>
      <w:r w:rsidR="00034CA6">
        <w:rPr>
          <w:noProof/>
        </w:rPr>
        <w:t>– Seznam realizačního týmu</w:t>
      </w:r>
    </w:p>
    <w:p w:rsidR="00034CA6" w:rsidRDefault="00034CA6" w:rsidP="00F0533E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47"/>
        <w:gridCol w:w="4345"/>
      </w:tblGrid>
      <w:tr w:rsidR="00942A5C" w:rsidRPr="007D309D" w:rsidTr="00875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A5C" w:rsidRPr="007D309D" w:rsidRDefault="00942A5C" w:rsidP="00875D8D">
            <w:pPr>
              <w:rPr>
                <w:rFonts w:eastAsia="Times New Roman" w:cs="Times New Roman"/>
                <w:b/>
                <w:lang w:eastAsia="cs-CZ"/>
              </w:rPr>
            </w:pPr>
            <w:r w:rsidRPr="007D309D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A5C" w:rsidRPr="007D309D" w:rsidRDefault="00942A5C" w:rsidP="00875D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7D309D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942A5C" w:rsidRPr="00F44645" w:rsidTr="008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A5C" w:rsidRPr="008419EA" w:rsidRDefault="00942A5C" w:rsidP="00875D8D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</w:t>
            </w:r>
            <w:proofErr w:type="spellStart"/>
            <w:r w:rsidRPr="008419EA">
              <w:t>Platform</w:t>
            </w:r>
            <w:proofErr w:type="spellEnd"/>
            <w:r w:rsidRPr="008419EA">
              <w:t xml:space="preserve"> architekt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A5C" w:rsidRPr="00F44645" w:rsidRDefault="00942A5C" w:rsidP="008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942A5C" w:rsidRPr="00F44645" w:rsidTr="008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8419EA" w:rsidRDefault="00942A5C" w:rsidP="00875D8D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F44645" w:rsidRDefault="00942A5C" w:rsidP="008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942A5C" w:rsidRPr="00F44645" w:rsidTr="008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8419EA" w:rsidRDefault="00942A5C" w:rsidP="00875D8D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8419EA">
              <w:t>Oracle</w:t>
            </w:r>
            <w:proofErr w:type="spellEnd"/>
            <w:r w:rsidRPr="008419EA">
              <w:t xml:space="preserve"> DB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F44645" w:rsidRDefault="00942A5C" w:rsidP="008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942A5C" w:rsidRPr="00F44645" w:rsidTr="008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8419EA" w:rsidRDefault="00942A5C" w:rsidP="00875D8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8419EA">
              <w:rPr>
                <w:rFonts w:cstheme="minorHAnsi"/>
                <w:bCs/>
              </w:rPr>
              <w:t xml:space="preserve">OCI a </w:t>
            </w:r>
            <w:proofErr w:type="spellStart"/>
            <w:r w:rsidRPr="008419EA">
              <w:rPr>
                <w:rFonts w:cstheme="minorHAnsi"/>
                <w:bCs/>
              </w:rPr>
              <w:t>Oracle</w:t>
            </w:r>
            <w:proofErr w:type="spellEnd"/>
            <w:r w:rsidRPr="008419EA">
              <w:rPr>
                <w:rFonts w:cstheme="minorHAnsi"/>
                <w:bCs/>
              </w:rPr>
              <w:t xml:space="preserve"> Linux konzultant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F44645" w:rsidRDefault="00942A5C" w:rsidP="008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942A5C" w:rsidRPr="00942A5C" w:rsidTr="008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5C" w:rsidRPr="00942A5C" w:rsidRDefault="00942A5C" w:rsidP="00875D8D">
            <w:pPr>
              <w:tabs>
                <w:tab w:val="num" w:pos="360"/>
              </w:tabs>
              <w:rPr>
                <w:rFonts w:eastAsia="Times New Roman" w:cs="Times New Roman"/>
                <w:i/>
                <w:highlight w:val="green"/>
                <w:lang w:eastAsia="cs-CZ"/>
              </w:rPr>
            </w:pPr>
            <w:r w:rsidRPr="00942A5C">
              <w:rPr>
                <w:rFonts w:eastAsia="Times New Roman" w:cs="Times New Roman"/>
                <w:i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</w:tbl>
    <w:p w:rsidR="00887D9A" w:rsidRDefault="00887D9A" w:rsidP="00887D9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9D2794" w:rsidRDefault="009D2794" w:rsidP="00F0533E">
      <w:pPr>
        <w:rPr>
          <w:noProof/>
        </w:rPr>
      </w:pPr>
    </w:p>
    <w:p w:rsidR="00034CA6" w:rsidRPr="009D2794" w:rsidRDefault="009D2794" w:rsidP="009D2794">
      <w:pPr>
        <w:tabs>
          <w:tab w:val="left" w:pos="1603"/>
        </w:tabs>
      </w:pPr>
      <w:r>
        <w:tab/>
      </w:r>
      <w:bookmarkStart w:id="0" w:name="_GoBack"/>
      <w:bookmarkEnd w:id="0"/>
    </w:p>
    <w:sectPr w:rsidR="00034CA6" w:rsidRPr="009D279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08" w:rsidRDefault="00953208" w:rsidP="00962258">
      <w:pPr>
        <w:spacing w:after="0" w:line="240" w:lineRule="auto"/>
      </w:pPr>
      <w:r>
        <w:separator/>
      </w:r>
    </w:p>
  </w:endnote>
  <w:endnote w:type="continuationSeparator" w:id="0">
    <w:p w:rsidR="00953208" w:rsidRDefault="009532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4C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4354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DE4F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7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7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8C56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026F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08" w:rsidRDefault="00953208" w:rsidP="00962258">
      <w:pPr>
        <w:spacing w:after="0" w:line="240" w:lineRule="auto"/>
      </w:pPr>
      <w:r>
        <w:separator/>
      </w:r>
    </w:p>
  </w:footnote>
  <w:footnote w:type="continuationSeparator" w:id="0">
    <w:p w:rsidR="00953208" w:rsidRDefault="009532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A6"/>
    <w:rsid w:val="00034CA6"/>
    <w:rsid w:val="00072C1E"/>
    <w:rsid w:val="000E23A7"/>
    <w:rsid w:val="0010693F"/>
    <w:rsid w:val="00114472"/>
    <w:rsid w:val="001401F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5E06"/>
    <w:rsid w:val="00357BC6"/>
    <w:rsid w:val="003956C6"/>
    <w:rsid w:val="00441430"/>
    <w:rsid w:val="00450F07"/>
    <w:rsid w:val="00453CD3"/>
    <w:rsid w:val="00460660"/>
    <w:rsid w:val="00486107"/>
    <w:rsid w:val="00491827"/>
    <w:rsid w:val="00496564"/>
    <w:rsid w:val="004B348C"/>
    <w:rsid w:val="004B5D54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C9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87D9A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2A5C"/>
    <w:rsid w:val="00953208"/>
    <w:rsid w:val="00962258"/>
    <w:rsid w:val="009678B7"/>
    <w:rsid w:val="009833E1"/>
    <w:rsid w:val="00992D9C"/>
    <w:rsid w:val="00996CB8"/>
    <w:rsid w:val="009A1AA2"/>
    <w:rsid w:val="009B14A9"/>
    <w:rsid w:val="009B2E97"/>
    <w:rsid w:val="009D2794"/>
    <w:rsid w:val="009E07F4"/>
    <w:rsid w:val="009F392E"/>
    <w:rsid w:val="00A262C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424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5F32"/>
    <w:rsid w:val="00F0533E"/>
    <w:rsid w:val="00F1048D"/>
    <w:rsid w:val="00F12DEC"/>
    <w:rsid w:val="00F1715C"/>
    <w:rsid w:val="00F25198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3980B"/>
  <w14:defaultImageDpi w14:val="32767"/>
  <w15:docId w15:val="{75030AF7-0532-4DB8-A01D-C1F5BF75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PROB&#205;HAJ&#205;C&#205;\08_Projektov&#233;%20a%20metodick&#233;%20&#345;&#237;zen&#237;%20projektu%20rozvoje%20elektronick&#233;ho%20n&#225;stroje%20spisov&#233;%20slu&#382;by\02_Posouzen&#237;\03%20Smlouva%20o%20d&#237;lo\03_05%20Seznam%20realiza&#269;n&#237;ho%20t&#253;mu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FE6BCE-3146-4109-BC3A-5876CB72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03_05 Seznam realizačního týmu</Template>
  <TotalTime>3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5</cp:revision>
  <cp:lastPrinted>2017-11-28T17:18:00Z</cp:lastPrinted>
  <dcterms:created xsi:type="dcterms:W3CDTF">2022-06-02T07:31:00Z</dcterms:created>
  <dcterms:modified xsi:type="dcterms:W3CDTF">2022-06-09T09:23:00Z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